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C034A">
        <w:rPr>
          <w:rFonts w:ascii="Corbel" w:hAnsi="Corbel"/>
          <w:i/>
          <w:smallCaps/>
          <w:sz w:val="24"/>
          <w:szCs w:val="24"/>
        </w:rPr>
        <w:t xml:space="preserve"> 202</w:t>
      </w:r>
      <w:r w:rsidR="00B50EFC">
        <w:rPr>
          <w:rFonts w:ascii="Corbel" w:hAnsi="Corbel"/>
          <w:i/>
          <w:smallCaps/>
          <w:sz w:val="24"/>
          <w:szCs w:val="24"/>
        </w:rPr>
        <w:t>1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B50EFC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C034A">
        <w:rPr>
          <w:rFonts w:ascii="Corbel" w:hAnsi="Corbel"/>
          <w:sz w:val="20"/>
          <w:szCs w:val="20"/>
        </w:rPr>
        <w:t>202</w:t>
      </w:r>
      <w:r w:rsidR="00B50EFC">
        <w:rPr>
          <w:rFonts w:ascii="Corbel" w:hAnsi="Corbel"/>
          <w:sz w:val="20"/>
          <w:szCs w:val="20"/>
        </w:rPr>
        <w:t>3</w:t>
      </w:r>
      <w:r w:rsidR="00EC034A">
        <w:rPr>
          <w:rFonts w:ascii="Corbel" w:hAnsi="Corbel"/>
          <w:sz w:val="20"/>
          <w:szCs w:val="20"/>
        </w:rPr>
        <w:t>/202</w:t>
      </w:r>
      <w:r w:rsidR="00B50EFC">
        <w:rPr>
          <w:rFonts w:ascii="Corbel" w:hAnsi="Corbel"/>
          <w:sz w:val="20"/>
          <w:szCs w:val="20"/>
        </w:rPr>
        <w:t>4</w:t>
      </w:r>
      <w:r w:rsidR="00C36033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41093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41093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A52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A52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>II rok, 5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560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A62F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EE65D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EE65D1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wychowania, 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teoretyczne podstawy pracy opiekuńczo-wychowawczej oraz pedagogika opiekuńcza.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9C54AE" w:rsidTr="00DB7A3E">
        <w:tc>
          <w:tcPr>
            <w:tcW w:w="851" w:type="dxa"/>
            <w:vAlign w:val="center"/>
          </w:tcPr>
          <w:p w:rsidR="00DB7A3E" w:rsidRPr="009C54AE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3DD7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63DD7">
              <w:rPr>
                <w:rFonts w:ascii="Corbel" w:hAnsi="Corbel"/>
                <w:b w:val="0"/>
                <w:sz w:val="24"/>
                <w:szCs w:val="24"/>
              </w:rPr>
              <w:t>ychowawczej.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 w:rsidR="004601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Metodyka pracy opiekuńczo-wychowawczej a </w:t>
            </w:r>
            <w:r>
              <w:rPr>
                <w:rFonts w:ascii="Corbel" w:hAnsi="Corbel" w:cs="Arial"/>
                <w:sz w:val="24"/>
                <w:szCs w:val="24"/>
              </w:rPr>
              <w:t xml:space="preserve">teoria wychowania i 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pedagogika opiekuńcza.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lastRenderedPageBreak/>
              <w:t>Podstawowe warunki efektywności pracy opiekuńczo-wychowawczej. Zasady wychowania opiekuńczego i ich realizacja w praktyce.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 i formy pracy opiekuńczo-wychowawczej</w:t>
            </w:r>
            <w:r>
              <w:rPr>
                <w:rFonts w:ascii="Corbel" w:hAnsi="Corbel" w:cs="Arial"/>
                <w:sz w:val="24"/>
                <w:szCs w:val="24"/>
              </w:rPr>
              <w:t xml:space="preserve">  w różnych środowiskach.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.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 i zasady stymulowania </w:t>
            </w:r>
            <w:r w:rsidRPr="003C300D">
              <w:rPr>
                <w:rFonts w:ascii="Corbel" w:hAnsi="Corbel" w:cs="Arial"/>
                <w:sz w:val="24"/>
                <w:szCs w:val="24"/>
              </w:rPr>
              <w:t>rozwoju umysłowego wychowanków.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Czas wolny i jego opiekuńczo-wychowawcze znaczenie. Metodyka organizacji zajęć w czasie wolnym. Prowadzenie przez studentów zajęć z zakresu organizacji czasu wolnego.</w:t>
            </w:r>
          </w:p>
        </w:tc>
      </w:tr>
      <w:tr w:rsidR="00542D9B" w:rsidRPr="009C54AE" w:rsidTr="00923D7D">
        <w:tc>
          <w:tcPr>
            <w:tcW w:w="9639" w:type="dxa"/>
          </w:tcPr>
          <w:p w:rsidR="00542D9B" w:rsidRPr="003C300D" w:rsidRDefault="00542D9B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Metody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i zasady rozwoju zainteresowań wychowanków w placówce opiekuńczo-wychowawczej.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</w:t>
            </w:r>
            <w:r w:rsidRPr="003C300D">
              <w:rPr>
                <w:rFonts w:ascii="Corbel" w:hAnsi="Corbel" w:cs="Arial"/>
                <w:sz w:val="24"/>
                <w:szCs w:val="24"/>
              </w:rPr>
              <w:t>samorząd</w:t>
            </w:r>
            <w:r>
              <w:rPr>
                <w:rFonts w:ascii="Corbel" w:hAnsi="Corbel" w:cs="Arial"/>
                <w:sz w:val="24"/>
                <w:szCs w:val="24"/>
              </w:rPr>
              <w:t>em wychowanków.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Zasady </w:t>
            </w:r>
            <w:r>
              <w:rPr>
                <w:rFonts w:ascii="Corbel" w:hAnsi="Corbel"/>
                <w:sz w:val="24"/>
                <w:szCs w:val="24"/>
              </w:rPr>
              <w:t xml:space="preserve">i metody </w:t>
            </w:r>
            <w:r w:rsidRPr="003C300D">
              <w:rPr>
                <w:rFonts w:ascii="Corbel" w:hAnsi="Corbel"/>
                <w:sz w:val="24"/>
                <w:szCs w:val="24"/>
              </w:rPr>
              <w:t xml:space="preserve">organizacji skutecznych oddziaływań </w:t>
            </w:r>
            <w:proofErr w:type="spellStart"/>
            <w:r w:rsidRPr="003C300D">
              <w:rPr>
                <w:rFonts w:ascii="Corbel" w:hAnsi="Corbel"/>
                <w:sz w:val="24"/>
                <w:szCs w:val="24"/>
              </w:rPr>
              <w:t>psychoedukacyjnych</w:t>
            </w:r>
            <w:proofErr w:type="spellEnd"/>
            <w:r w:rsidRPr="003C300D">
              <w:rPr>
                <w:rFonts w:ascii="Corbel" w:hAnsi="Corbel"/>
                <w:sz w:val="24"/>
                <w:szCs w:val="24"/>
              </w:rPr>
              <w:t xml:space="preserve"> adresowanych do rodziców.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Planowanie pracy opiekuńczo-wychowawczej. Rodzaje planów pracy w placówkach opiekuńczo-wychowawczych, cechy dobrego planu pracy. Indywidualny plan pracy z wychowankiem – znaczenie, metodyczne założenia.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/>
                <w:bCs/>
                <w:sz w:val="24"/>
                <w:szCs w:val="24"/>
              </w:rPr>
              <w:t>Metodyczne postępowanie w sytuacjach kryzysowych podopiecznych rodzinnej i instytucjonalnej pieczy zastępczej.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2E3E29" w:rsidRPr="001B1845" w:rsidRDefault="000C73E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3E29" w:rsidRPr="001B1845" w:rsidRDefault="000C73E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F40648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2E3E29" w:rsidRPr="001B1845" w:rsidRDefault="000C73E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</w:tcPr>
          <w:p w:rsidR="002E3E29" w:rsidRPr="001B1845" w:rsidRDefault="000C73E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3E29" w:rsidRPr="001B1845" w:rsidRDefault="000C73E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1A0066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projektowa – program pracy wychowawczej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 xml:space="preserve">z wybraną grupą </w:t>
            </w:r>
            <w:proofErr w:type="spellStart"/>
            <w:r w:rsidR="00F40648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D97B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97B58">
              <w:rPr>
                <w:rFonts w:ascii="Corbel" w:hAnsi="Corbel"/>
                <w:sz w:val="24"/>
                <w:szCs w:val="24"/>
              </w:rPr>
              <w:t xml:space="preserve">przygotowanie do kolokwium , 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97B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41093" w:rsidRPr="00472C42" w:rsidRDefault="00C4109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i jej metodyka. Wybrane zagadnienia teorii, metodyki i praktyki opiekuńczo-wychowawczej</w:t>
            </w:r>
            <w:r w:rsidRPr="002343EF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sz w:val="24"/>
                <w:szCs w:val="24"/>
              </w:rPr>
              <w:t>Zielona Góra 2004.</w:t>
            </w:r>
          </w:p>
          <w:p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D97B58" w:rsidRP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Górnicka B., </w:t>
            </w:r>
            <w:r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Wałbrzych 1994.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część II, Wałbrzych 2000.</w:t>
            </w:r>
          </w:p>
          <w:p w:rsidR="00D97B58" w:rsidRDefault="00D97B58" w:rsidP="00D97B5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2343EF">
              <w:rPr>
                <w:rFonts w:ascii="Corbel" w:hAnsi="Corbel"/>
                <w:sz w:val="24"/>
                <w:szCs w:val="24"/>
              </w:rPr>
              <w:t>, Katowice 2002.</w:t>
            </w:r>
          </w:p>
          <w:p w:rsidR="00D97B58" w:rsidRPr="00457B58" w:rsidRDefault="00D97B58" w:rsidP="00D97B58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2343E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472C42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234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343EF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FB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41093" w:rsidRPr="00B10FB7" w:rsidRDefault="00C41093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B10FB7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B10FB7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B10FB7">
              <w:rPr>
                <w:rFonts w:ascii="Corbel" w:hAnsi="Corbel"/>
                <w:sz w:val="24"/>
                <w:szCs w:val="24"/>
              </w:rPr>
              <w:t>, Katowice 2012.</w:t>
            </w:r>
          </w:p>
          <w:p w:rsidR="001A0066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Nelsen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B10FB7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B10FB7" w:rsidRPr="00B10FB7" w:rsidRDefault="00B10FB7" w:rsidP="00B10FB7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B10FB7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B99" w:rsidRDefault="000A0B99" w:rsidP="00C16ABF">
      <w:pPr>
        <w:spacing w:after="0" w:line="240" w:lineRule="auto"/>
      </w:pPr>
      <w:r>
        <w:separator/>
      </w:r>
    </w:p>
  </w:endnote>
  <w:endnote w:type="continuationSeparator" w:id="0">
    <w:p w:rsidR="000A0B99" w:rsidRDefault="000A0B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B99" w:rsidRDefault="000A0B99" w:rsidP="00C16ABF">
      <w:pPr>
        <w:spacing w:after="0" w:line="240" w:lineRule="auto"/>
      </w:pPr>
      <w:r>
        <w:separator/>
      </w:r>
    </w:p>
  </w:footnote>
  <w:footnote w:type="continuationSeparator" w:id="0">
    <w:p w:rsidR="000A0B99" w:rsidRDefault="000A0B9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B99"/>
    <w:rsid w:val="000A296F"/>
    <w:rsid w:val="000A2A28"/>
    <w:rsid w:val="000B192D"/>
    <w:rsid w:val="000B28EE"/>
    <w:rsid w:val="000B2A33"/>
    <w:rsid w:val="000B3E37"/>
    <w:rsid w:val="000C73EE"/>
    <w:rsid w:val="000D04B0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01CCD"/>
    <w:rsid w:val="002144C0"/>
    <w:rsid w:val="00222C62"/>
    <w:rsid w:val="0022477D"/>
    <w:rsid w:val="00224B52"/>
    <w:rsid w:val="002278A9"/>
    <w:rsid w:val="002336F9"/>
    <w:rsid w:val="0024028F"/>
    <w:rsid w:val="00241BC3"/>
    <w:rsid w:val="00244ABC"/>
    <w:rsid w:val="00281FF2"/>
    <w:rsid w:val="002857DE"/>
    <w:rsid w:val="00291567"/>
    <w:rsid w:val="00292941"/>
    <w:rsid w:val="002A22BF"/>
    <w:rsid w:val="002A2389"/>
    <w:rsid w:val="002A671D"/>
    <w:rsid w:val="002B2459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245C6"/>
    <w:rsid w:val="003343CF"/>
    <w:rsid w:val="003409B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70F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C19"/>
    <w:rsid w:val="00542D9B"/>
    <w:rsid w:val="00543ACC"/>
    <w:rsid w:val="0054676F"/>
    <w:rsid w:val="0056696D"/>
    <w:rsid w:val="00573EF9"/>
    <w:rsid w:val="005815E2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FA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C9"/>
    <w:rsid w:val="008E64F4"/>
    <w:rsid w:val="008F12C9"/>
    <w:rsid w:val="008F6E29"/>
    <w:rsid w:val="00913BB4"/>
    <w:rsid w:val="00916188"/>
    <w:rsid w:val="00923D7D"/>
    <w:rsid w:val="009508DF"/>
    <w:rsid w:val="00950DAC"/>
    <w:rsid w:val="00954A07"/>
    <w:rsid w:val="00997F14"/>
    <w:rsid w:val="009A14AB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3B77"/>
    <w:rsid w:val="00B43E80"/>
    <w:rsid w:val="00B50EFC"/>
    <w:rsid w:val="00B607DB"/>
    <w:rsid w:val="00B66529"/>
    <w:rsid w:val="00B75946"/>
    <w:rsid w:val="00B8056E"/>
    <w:rsid w:val="00B819C8"/>
    <w:rsid w:val="00B82308"/>
    <w:rsid w:val="00B90885"/>
    <w:rsid w:val="00BA33B5"/>
    <w:rsid w:val="00BA62F5"/>
    <w:rsid w:val="00BB520A"/>
    <w:rsid w:val="00BB5C7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033"/>
    <w:rsid w:val="00C36992"/>
    <w:rsid w:val="00C40335"/>
    <w:rsid w:val="00C41093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97B58"/>
    <w:rsid w:val="00DA2114"/>
    <w:rsid w:val="00DB7A3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0A9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34A"/>
    <w:rsid w:val="00EC4899"/>
    <w:rsid w:val="00EC5539"/>
    <w:rsid w:val="00ED03AB"/>
    <w:rsid w:val="00ED32D2"/>
    <w:rsid w:val="00EE32DE"/>
    <w:rsid w:val="00EE5457"/>
    <w:rsid w:val="00EE65D1"/>
    <w:rsid w:val="00F070AB"/>
    <w:rsid w:val="00F17567"/>
    <w:rsid w:val="00F27A7B"/>
    <w:rsid w:val="00F40648"/>
    <w:rsid w:val="00F50A6D"/>
    <w:rsid w:val="00F526AF"/>
    <w:rsid w:val="00F617C3"/>
    <w:rsid w:val="00F7066B"/>
    <w:rsid w:val="00F7621C"/>
    <w:rsid w:val="00F83B28"/>
    <w:rsid w:val="00F95496"/>
    <w:rsid w:val="00FA46E5"/>
    <w:rsid w:val="00FA5293"/>
    <w:rsid w:val="00FB7DBA"/>
    <w:rsid w:val="00FC1C25"/>
    <w:rsid w:val="00FC2AF0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CA8FB-8D45-49DB-94FF-E8110E30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1103</Words>
  <Characters>6618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2019-11-12T14:54:00Z</dcterms:created>
  <dcterms:modified xsi:type="dcterms:W3CDTF">2021-09-24T09:49:00Z</dcterms:modified>
</cp:coreProperties>
</file>